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82AC2" w14:textId="0EB2675E" w:rsidR="00595483" w:rsidRDefault="001233D0" w:rsidP="00522AAD"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4D9FDD0" wp14:editId="79DC2CDF">
                <wp:simplePos x="0" y="0"/>
                <wp:positionH relativeFrom="column">
                  <wp:posOffset>854710</wp:posOffset>
                </wp:positionH>
                <wp:positionV relativeFrom="paragraph">
                  <wp:posOffset>4471328</wp:posOffset>
                </wp:positionV>
                <wp:extent cx="1009650" cy="301625"/>
                <wp:effectExtent l="0" t="0" r="20320" b="222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01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EC6268F" w14:textId="77777777" w:rsidR="009971EA" w:rsidRDefault="009971EA" w:rsidP="009971EA">
                            <w:r>
                              <w:t>Isotope model</w:t>
                            </w:r>
                          </w:p>
                          <w:p w14:paraId="12C2381C" w14:textId="77777777" w:rsidR="009971EA" w:rsidRDefault="009971EA" w:rsidP="009971EA"/>
                          <w:p w14:paraId="3FEF3CE6" w14:textId="77777777" w:rsidR="009971EA" w:rsidRDefault="009971EA" w:rsidP="009971EA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D9FDD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67.3pt;margin-top:352.05pt;width:79.5pt;height:23.7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" fillcolor="window" strokeweight=".5pt">
                <v:textbox>
                  <w:txbxContent>
                    <w:p w14:paraId="7EC6268F" w14:textId="77777777" w:rsidR="009971EA" w:rsidRDefault="009971EA" w:rsidP="009971EA">
                      <w:r>
                        <w:t>Isotope model</w:t>
                      </w:r>
                    </w:p>
                    <w:p w14:paraId="12C2381C" w14:textId="77777777" w:rsidR="009971EA" w:rsidRDefault="009971EA" w:rsidP="009971EA"/>
                    <w:p w14:paraId="3FEF3CE6" w14:textId="77777777" w:rsidR="009971EA" w:rsidRDefault="009971EA" w:rsidP="009971EA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BC1A5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F9B27DC" wp14:editId="66321D8D">
                <wp:simplePos x="0" y="0"/>
                <wp:positionH relativeFrom="column">
                  <wp:posOffset>4924425</wp:posOffset>
                </wp:positionH>
                <wp:positionV relativeFrom="paragraph">
                  <wp:posOffset>1199857</wp:posOffset>
                </wp:positionV>
                <wp:extent cx="1009650" cy="301625"/>
                <wp:effectExtent l="0" t="0" r="13970" b="222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01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C66CF47" w14:textId="7602ED3C" w:rsidR="000D1650" w:rsidRDefault="000D1650" w:rsidP="000D1650">
                            <w:r>
                              <w:t>PS0</w:t>
                            </w:r>
                            <w:r w:rsidR="00AC28AC">
                              <w:t>7</w:t>
                            </w:r>
                            <w:r w:rsidR="00AD72BC">
                              <w:t>7</w:t>
                            </w:r>
                          </w:p>
                          <w:p w14:paraId="0F2AD2F4" w14:textId="77777777" w:rsidR="000D1650" w:rsidRDefault="000D1650" w:rsidP="000D1650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9B27DC" id="Text Box 7" o:spid="_x0000_s1027" type="#_x0000_t202" style="position:absolute;margin-left:387.75pt;margin-top:94.5pt;width:79.5pt;height:23.75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" fillcolor="window" strokeweight=".5pt">
                <v:textbox>
                  <w:txbxContent>
                    <w:p w14:paraId="7C66CF47" w14:textId="7602ED3C" w:rsidR="000D1650" w:rsidRDefault="000D1650" w:rsidP="000D1650">
                      <w:r>
                        <w:t>PS0</w:t>
                      </w:r>
                      <w:r w:rsidR="00AC28AC">
                        <w:t>7</w:t>
                      </w:r>
                      <w:r w:rsidR="00AD72BC">
                        <w:t>7</w:t>
                      </w:r>
                    </w:p>
                    <w:p w14:paraId="0F2AD2F4" w14:textId="77777777" w:rsidR="000D1650" w:rsidRDefault="000D1650" w:rsidP="000D1650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544399" w:rsidRPr="00544399">
        <w:t xml:space="preserve">  </w:t>
      </w:r>
      <w:r w:rsidRPr="001233D0">
        <w:rPr>
          <w:noProof/>
        </w:rPr>
        <w:drawing>
          <wp:inline distT="0" distB="0" distL="0" distR="0" wp14:anchorId="6528B8B1" wp14:editId="452D1A3A">
            <wp:extent cx="7235825" cy="6282055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5825" cy="628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34E148" w14:textId="5C390B0A" w:rsidR="001233D0" w:rsidRDefault="001233D0" w:rsidP="001233D0">
      <w:r>
        <w:lastRenderedPageBreak/>
        <w:t>Formula               RDB          Error (ppm)</w:t>
      </w:r>
    </w:p>
    <w:p w14:paraId="413E8FD5" w14:textId="3A3C8E89" w:rsidR="001233D0" w:rsidRDefault="001233D0" w:rsidP="001233D0">
      <w:r>
        <w:t>C9 H11 O3 S</w:t>
      </w:r>
      <w:r>
        <w:tab/>
        <w:t xml:space="preserve"> 4.5</w:t>
      </w:r>
      <w:r>
        <w:tab/>
        <w:t xml:space="preserve">   -0.208</w:t>
      </w:r>
    </w:p>
    <w:p w14:paraId="6D343A77" w14:textId="1820B7EC" w:rsidR="001233D0" w:rsidRDefault="001233D0" w:rsidP="001233D0">
      <w:r>
        <w:tab/>
      </w:r>
      <w:r>
        <w:tab/>
      </w:r>
    </w:p>
    <w:sectPr w:rsidR="001233D0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50EF"/>
    <w:rsid w:val="00044EB7"/>
    <w:rsid w:val="00096526"/>
    <w:rsid w:val="000D1650"/>
    <w:rsid w:val="001233D0"/>
    <w:rsid w:val="001331D0"/>
    <w:rsid w:val="00401EBA"/>
    <w:rsid w:val="004C2A0A"/>
    <w:rsid w:val="00522AAD"/>
    <w:rsid w:val="00544399"/>
    <w:rsid w:val="00595483"/>
    <w:rsid w:val="005E3609"/>
    <w:rsid w:val="006850EF"/>
    <w:rsid w:val="006C5027"/>
    <w:rsid w:val="006E439C"/>
    <w:rsid w:val="00987A2D"/>
    <w:rsid w:val="009971EA"/>
    <w:rsid w:val="00AC28AC"/>
    <w:rsid w:val="00AD72BC"/>
    <w:rsid w:val="00B22530"/>
    <w:rsid w:val="00BC1A54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79C99"/>
  <w15:docId w15:val="{2164F9F7-C134-4554-9B92-ACFBC425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4</TotalTime>
  <Pages>2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Puchnarewicz, Malgorzata</cp:lastModifiedBy>
  <cp:revision>3</cp:revision>
  <dcterms:created xsi:type="dcterms:W3CDTF">2022-10-20T11:36:00Z</dcterms:created>
  <dcterms:modified xsi:type="dcterms:W3CDTF">2022-10-20T11:40:00Z</dcterms:modified>
</cp:coreProperties>
</file>